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5E" w:rsidRPr="006966F8" w:rsidRDefault="0006745E" w:rsidP="006966F8">
      <w:pPr>
        <w:pStyle w:val="ListParagraph"/>
        <w:spacing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7pt;margin-top:-45pt;width:397pt;height:44pt;z-index:251658240" wrapcoords="3593 -366 -41 0 -41 16841 0 17573 16414 21600 16864 21600 21110 17573 21233 11349 21110 2929 19763 1464 15679 -366 3593 -366" fillcolor="#eeece1" strokecolor="#1f497d" strokeweight="1.25pt">
            <v:shadow on="t" color="#d8d8d8" offset=",1pt" offset2=",-2pt"/>
            <v:textpath style="font-family:&quot;Calibri&quot;;font-weight:bold;v-text-kern:t" trim="t" fitpath="t" string="Russian Business Etiquette "/>
            <w10:wrap type="tight"/>
          </v:shape>
        </w:pic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966F8">
        <w:rPr>
          <w:rFonts w:ascii="Times New Roman" w:hAnsi="Times New Roman"/>
          <w:b/>
          <w:sz w:val="24"/>
          <w:szCs w:val="24"/>
        </w:rPr>
        <w:t>Olivia:  Narrator/Russian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966F8">
        <w:rPr>
          <w:rFonts w:ascii="Times New Roman" w:hAnsi="Times New Roman"/>
          <w:b/>
          <w:sz w:val="24"/>
          <w:szCs w:val="24"/>
        </w:rPr>
        <w:t>Natalie: Demonstrator/American</w:t>
      </w:r>
    </w:p>
    <w:p w:rsidR="0006745E" w:rsidRPr="006966F8" w:rsidRDefault="0006745E" w:rsidP="00B131D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66F8">
        <w:rPr>
          <w:rFonts w:ascii="Times New Roman" w:hAnsi="Times New Roman"/>
          <w:b/>
          <w:sz w:val="24"/>
          <w:szCs w:val="24"/>
        </w:rPr>
        <w:t>Greetings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(Natalie shakes hands with Olivia with gloves)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Olivia- Do NOT shake hands with gloves on when greeting someone.  IT is considered rude.  Instead, a simple nod or firm handshake without gloves is the polite way to greet someone.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 xml:space="preserve">Natalie- (Shakes hands with Natalie, taking off her gloves)  Privet.  That means hello.  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(Natalie kisses Olivia on the cheek and gives her a hug.)</w:t>
      </w:r>
    </w:p>
    <w:p w:rsidR="0006745E" w:rsidRPr="006966F8" w:rsidRDefault="0006745E" w:rsidP="00B131DB">
      <w:pPr>
        <w:tabs>
          <w:tab w:val="left" w:pos="3081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Olivia- Do I know you?</w:t>
      </w:r>
      <w:r w:rsidRPr="006966F8">
        <w:rPr>
          <w:rFonts w:ascii="Times New Roman" w:hAnsi="Times New Roman"/>
          <w:sz w:val="24"/>
          <w:szCs w:val="24"/>
        </w:rPr>
        <w:tab/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 xml:space="preserve">Olivia- DO not act overly friendly with partners you don’t know that well.  However, if you are close friends, a kiss on the cheek is the proper greeting.  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(Natalie asks how Olivia is doing)</w:t>
      </w:r>
    </w:p>
    <w:p w:rsidR="0006745E" w:rsidRPr="006966F8" w:rsidRDefault="0006745E" w:rsidP="00B131D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66F8">
        <w:rPr>
          <w:rFonts w:ascii="Times New Roman" w:hAnsi="Times New Roman"/>
          <w:b/>
          <w:sz w:val="24"/>
          <w:szCs w:val="24"/>
        </w:rPr>
        <w:t>Asking About Health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Olivia- It is polite to ask how someone is doing when talking to your partner.  To do so, you would say “Kak pozhivaete”.</w:t>
      </w:r>
    </w:p>
    <w:p w:rsidR="0006745E" w:rsidRPr="006966F8" w:rsidRDefault="0006745E" w:rsidP="00B131D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66F8">
        <w:rPr>
          <w:rFonts w:ascii="Times New Roman" w:hAnsi="Times New Roman"/>
          <w:b/>
          <w:sz w:val="24"/>
          <w:szCs w:val="24"/>
        </w:rPr>
        <w:t>Conducting a Conversation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(Natalie is annoyed when Olivia starts the meeting two hours late.)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Natalie- What the heck?  We were supposed to start two hours ago! (Throws papers.)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 xml:space="preserve">Olivia-Don’t be discouraged if the meeting runs late. It’s simply a test of your patience.  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Olivia- So as I was saying…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Natalie- HAHAHAHA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>Olivia- Excuse me?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 xml:space="preserve">Natalie- Sorry, that was hilarious!  </w:t>
      </w:r>
    </w:p>
    <w:p w:rsidR="0006745E" w:rsidRPr="006966F8" w:rsidRDefault="0006745E" w:rsidP="00B131DB">
      <w:pPr>
        <w:spacing w:line="240" w:lineRule="auto"/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 xml:space="preserve">Olivia- DO NOT laugh loudly.  Business conversation is usually somber and reserved. </w:t>
      </w:r>
    </w:p>
    <w:p w:rsidR="0006745E" w:rsidRPr="006966F8" w:rsidRDefault="0006745E" w:rsidP="00B131DB">
      <w:pPr>
        <w:rPr>
          <w:rFonts w:ascii="Times New Roman" w:hAnsi="Times New Roman"/>
          <w:sz w:val="24"/>
          <w:szCs w:val="24"/>
        </w:rPr>
      </w:pPr>
      <w:r w:rsidRPr="006966F8">
        <w:rPr>
          <w:rFonts w:ascii="Times New Roman" w:hAnsi="Times New Roman"/>
          <w:sz w:val="24"/>
          <w:szCs w:val="24"/>
        </w:rPr>
        <w:t xml:space="preserve">Olivia- Good topics for conversation include peace, their current economic situation, and the current changes taking place in Russia.  </w:t>
      </w:r>
    </w:p>
    <w:p w:rsidR="0006745E" w:rsidRPr="006966F8" w:rsidRDefault="0006745E" w:rsidP="00B131DB">
      <w:pPr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66F8">
        <w:rPr>
          <w:rFonts w:ascii="Times New Roman" w:hAnsi="Times New Roman"/>
          <w:sz w:val="24"/>
          <w:szCs w:val="24"/>
        </w:rPr>
        <w:t xml:space="preserve">Natalie- </w:t>
      </w:r>
      <w:r w:rsidRPr="006966F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russko ekonomike idut khorosho! (Russia’s economy is doing well!)</w:t>
      </w:r>
    </w:p>
    <w:p w:rsidR="0006745E" w:rsidRPr="006966F8" w:rsidRDefault="0006745E" w:rsidP="00B131DB">
      <w:pPr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66F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Olivia- The only other thing you need to know is how to say goodbye!</w:t>
      </w:r>
    </w:p>
    <w:p w:rsidR="0006745E" w:rsidRPr="006966F8" w:rsidRDefault="0006745E" w:rsidP="006966F8">
      <w:pPr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966F8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Natalie- </w:t>
      </w:r>
      <w:r w:rsidRPr="006966F8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“</w:t>
      </w:r>
      <w:r w:rsidRPr="006966F8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Do svidaniya!” (Shakes hand.)</w:t>
      </w:r>
    </w:p>
    <w:p w:rsidR="0006745E" w:rsidRPr="006966F8" w:rsidRDefault="0006745E" w:rsidP="006966F8">
      <w:pPr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966F8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Olivia- This means "Till (the next) meeting.”  </w:t>
      </w:r>
    </w:p>
    <w:p w:rsidR="0006745E" w:rsidRPr="006966F8" w:rsidRDefault="0006745E" w:rsidP="006966F8">
      <w:pPr>
        <w:rPr>
          <w:rFonts w:ascii="Times New Roman" w:hAnsi="Times New Roman"/>
          <w:sz w:val="24"/>
          <w:szCs w:val="24"/>
        </w:rPr>
      </w:pPr>
      <w:r w:rsidRPr="006966F8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Together- Do svidaniya</w:t>
      </w:r>
    </w:p>
    <w:p w:rsidR="0006745E" w:rsidRPr="006966F8" w:rsidRDefault="0006745E" w:rsidP="00B131DB">
      <w:pPr>
        <w:rPr>
          <w:sz w:val="24"/>
          <w:szCs w:val="24"/>
        </w:rPr>
      </w:pPr>
    </w:p>
    <w:p w:rsidR="0006745E" w:rsidRPr="00B131DB" w:rsidRDefault="0006745E" w:rsidP="00B131DB">
      <w:pPr>
        <w:spacing w:line="240" w:lineRule="auto"/>
        <w:rPr>
          <w:sz w:val="24"/>
          <w:szCs w:val="24"/>
        </w:rPr>
      </w:pPr>
    </w:p>
    <w:p w:rsidR="0006745E" w:rsidRPr="00B131DB" w:rsidRDefault="0006745E" w:rsidP="00B131DB">
      <w:pPr>
        <w:spacing w:line="240" w:lineRule="auto"/>
        <w:rPr>
          <w:sz w:val="24"/>
          <w:szCs w:val="24"/>
        </w:rPr>
      </w:pPr>
    </w:p>
    <w:p w:rsidR="0006745E" w:rsidRPr="00B131DB" w:rsidRDefault="0006745E" w:rsidP="00B131DB">
      <w:pPr>
        <w:spacing w:line="240" w:lineRule="auto"/>
        <w:rPr>
          <w:sz w:val="24"/>
          <w:szCs w:val="24"/>
        </w:rPr>
      </w:pPr>
    </w:p>
    <w:p w:rsidR="0006745E" w:rsidRPr="00B131DB" w:rsidRDefault="0006745E" w:rsidP="00B131DB">
      <w:pPr>
        <w:spacing w:line="240" w:lineRule="auto"/>
        <w:rPr>
          <w:sz w:val="24"/>
          <w:szCs w:val="24"/>
        </w:rPr>
      </w:pPr>
    </w:p>
    <w:p w:rsidR="0006745E" w:rsidRPr="00B131DB" w:rsidRDefault="0006745E" w:rsidP="00B131DB">
      <w:pPr>
        <w:spacing w:line="240" w:lineRule="auto"/>
        <w:rPr>
          <w:sz w:val="24"/>
          <w:szCs w:val="24"/>
        </w:rPr>
      </w:pPr>
    </w:p>
    <w:p w:rsidR="0006745E" w:rsidRPr="00B131DB" w:rsidRDefault="0006745E" w:rsidP="00B131DB">
      <w:pPr>
        <w:spacing w:line="240" w:lineRule="auto"/>
        <w:rPr>
          <w:sz w:val="24"/>
          <w:szCs w:val="24"/>
        </w:rPr>
      </w:pPr>
    </w:p>
    <w:p w:rsidR="0006745E" w:rsidRPr="00B131DB" w:rsidRDefault="0006745E">
      <w:pPr>
        <w:rPr>
          <w:sz w:val="24"/>
          <w:szCs w:val="24"/>
        </w:rPr>
      </w:pPr>
    </w:p>
    <w:p w:rsidR="0006745E" w:rsidRPr="00B131DB" w:rsidRDefault="0006745E">
      <w:pPr>
        <w:rPr>
          <w:sz w:val="24"/>
          <w:szCs w:val="24"/>
        </w:rPr>
      </w:pPr>
    </w:p>
    <w:p w:rsidR="0006745E" w:rsidRPr="00B131DB" w:rsidRDefault="0006745E">
      <w:pPr>
        <w:rPr>
          <w:sz w:val="24"/>
          <w:szCs w:val="24"/>
        </w:rPr>
      </w:pPr>
    </w:p>
    <w:p w:rsidR="0006745E" w:rsidRPr="00B131DB" w:rsidRDefault="0006745E">
      <w:pPr>
        <w:rPr>
          <w:sz w:val="24"/>
          <w:szCs w:val="24"/>
        </w:rPr>
      </w:pPr>
    </w:p>
    <w:sectPr w:rsidR="0006745E" w:rsidRPr="00B131DB" w:rsidSect="0048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35933"/>
    <w:multiLevelType w:val="hybridMultilevel"/>
    <w:tmpl w:val="DD5CBA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8175DE4"/>
    <w:multiLevelType w:val="hybridMultilevel"/>
    <w:tmpl w:val="5FB8AA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4E5"/>
    <w:rsid w:val="0006745E"/>
    <w:rsid w:val="002015E7"/>
    <w:rsid w:val="00480D71"/>
    <w:rsid w:val="004B7CAB"/>
    <w:rsid w:val="0051765D"/>
    <w:rsid w:val="006966F8"/>
    <w:rsid w:val="00820F38"/>
    <w:rsid w:val="008464E5"/>
    <w:rsid w:val="00A81131"/>
    <w:rsid w:val="00B131DB"/>
    <w:rsid w:val="00B86A1E"/>
    <w:rsid w:val="00DD0AA0"/>
    <w:rsid w:val="00E30DE9"/>
    <w:rsid w:val="00FE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E5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E30DE9"/>
    <w:pPr>
      <w:spacing w:beforeLines="1" w:afterLines="1" w:line="240" w:lineRule="auto"/>
      <w:outlineLvl w:val="2"/>
    </w:pPr>
    <w:rPr>
      <w:rFonts w:ascii="Times" w:eastAsia="Calibri" w:hAnsi="Times"/>
      <w:b/>
      <w:sz w:val="27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30DE9"/>
    <w:rPr>
      <w:rFonts w:ascii="Times" w:hAnsi="Times"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8464E5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B131D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966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73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248</Words>
  <Characters>1415</Characters>
  <Application>Microsoft Office Outlook</Application>
  <DocSecurity>0</DocSecurity>
  <Lines>0</Lines>
  <Paragraphs>0</Paragraphs>
  <ScaleCrop>false</ScaleCrop>
  <Company>Hampton Township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Olivia</cp:lastModifiedBy>
  <cp:revision>2</cp:revision>
  <dcterms:created xsi:type="dcterms:W3CDTF">2011-11-29T21:44:00Z</dcterms:created>
  <dcterms:modified xsi:type="dcterms:W3CDTF">2011-11-29T21:44:00Z</dcterms:modified>
</cp:coreProperties>
</file>